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90F" w:rsidRPr="00A56E44" w:rsidRDefault="00AE490F" w:rsidP="000F0A4C">
      <w:pPr>
        <w:jc w:val="center"/>
        <w:rPr>
          <w:b/>
        </w:rPr>
      </w:pPr>
      <w:r w:rsidRPr="00A56E44">
        <w:rPr>
          <w:b/>
        </w:rPr>
        <w:t xml:space="preserve">Transition </w:t>
      </w:r>
      <w:r w:rsidR="007F5D61" w:rsidRPr="00A56E44">
        <w:rPr>
          <w:b/>
        </w:rPr>
        <w:t>Services</w:t>
      </w:r>
      <w:r w:rsidR="000F0A4C" w:rsidRPr="00A56E44">
        <w:rPr>
          <w:b/>
        </w:rPr>
        <w:t>/</w:t>
      </w:r>
      <w:r w:rsidR="0097002C" w:rsidRPr="00A56E44">
        <w:rPr>
          <w:b/>
        </w:rPr>
        <w:t>Activities</w:t>
      </w:r>
      <w:r w:rsidR="007F5D61" w:rsidRPr="00A56E44">
        <w:rPr>
          <w:b/>
        </w:rPr>
        <w:t xml:space="preserve"> </w:t>
      </w:r>
      <w:r w:rsidR="00BD71F4">
        <w:rPr>
          <w:b/>
        </w:rPr>
        <w:t xml:space="preserve">– Examples </w:t>
      </w:r>
      <w:r w:rsidR="00BD71F4" w:rsidRPr="00BD71F4">
        <w:rPr>
          <w:i/>
          <w:sz w:val="14"/>
        </w:rPr>
        <w:t>(list is not all-inclusive)</w:t>
      </w:r>
    </w:p>
    <w:tbl>
      <w:tblPr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48"/>
        <w:gridCol w:w="5310"/>
      </w:tblGrid>
      <w:tr w:rsidR="00AE490F" w:rsidTr="002B6C78">
        <w:tblPrEx>
          <w:tblCellMar>
            <w:top w:w="0" w:type="dxa"/>
            <w:bottom w:w="0" w:type="dxa"/>
          </w:tblCellMar>
        </w:tblPrEx>
        <w:tc>
          <w:tcPr>
            <w:tcW w:w="5148" w:type="dxa"/>
          </w:tcPr>
          <w:p w:rsidR="00AE490F" w:rsidRPr="00423907" w:rsidRDefault="00AE490F">
            <w:pPr>
              <w:rPr>
                <w:b/>
                <w:sz w:val="16"/>
                <w:u w:val="single"/>
              </w:rPr>
            </w:pPr>
          </w:p>
          <w:p w:rsidR="00AE490F" w:rsidRPr="00423907" w:rsidRDefault="00AE490F">
            <w:pPr>
              <w:rPr>
                <w:b/>
                <w:sz w:val="16"/>
                <w:u w:val="single"/>
              </w:rPr>
            </w:pPr>
            <w:r w:rsidRPr="00423907">
              <w:rPr>
                <w:b/>
                <w:sz w:val="16"/>
                <w:u w:val="single"/>
              </w:rPr>
              <w:t>Post-secondary Education/Training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Specific area of study ___________________________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School of interest ______________________________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_____ ASVAB   ____PSAT/SAT ____  accommodations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_____ College fairs _____ College/facility tour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_____ Application  _____ Financial Aid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_____ Note taking  _____ Organizational skills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_____ Time management  _____ Self-disclosure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_____ Documentation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_____ Recent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_____ Licensed psychologist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_____ Rationale for accommodations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_____ Request accommodations</w:t>
            </w:r>
          </w:p>
          <w:p w:rsidR="00CD0798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_____ Hiram Andrews information</w:t>
            </w:r>
          </w:p>
          <w:p w:rsidR="00BD71F4" w:rsidRPr="00BD71F4" w:rsidRDefault="00BD71F4" w:rsidP="00BD71F4">
            <w:pPr>
              <w:rPr>
                <w:i/>
                <w:sz w:val="16"/>
              </w:rPr>
            </w:pPr>
            <w:r>
              <w:rPr>
                <w:sz w:val="16"/>
              </w:rPr>
              <w:t>_____ Measurable Annual Goals (</w:t>
            </w:r>
            <w:r>
              <w:rPr>
                <w:i/>
                <w:sz w:val="16"/>
              </w:rPr>
              <w:t>S</w:t>
            </w:r>
            <w:r w:rsidRPr="00BD71F4">
              <w:rPr>
                <w:i/>
                <w:sz w:val="16"/>
              </w:rPr>
              <w:t>ervices</w:t>
            </w:r>
            <w:r>
              <w:rPr>
                <w:sz w:val="16"/>
              </w:rPr>
              <w:t>) to address skill d</w:t>
            </w:r>
            <w:r w:rsidRPr="00423907">
              <w:rPr>
                <w:sz w:val="16"/>
              </w:rPr>
              <w:t>eficit</w:t>
            </w:r>
            <w:r>
              <w:rPr>
                <w:sz w:val="16"/>
              </w:rPr>
              <w:t xml:space="preserve">s, e.g., academic, behavioral, organizational, communication, </w:t>
            </w:r>
            <w:proofErr w:type="spellStart"/>
            <w:r>
              <w:rPr>
                <w:sz w:val="16"/>
              </w:rPr>
              <w:t>self advocacy</w:t>
            </w:r>
            <w:proofErr w:type="spellEnd"/>
            <w:r>
              <w:rPr>
                <w:sz w:val="16"/>
              </w:rPr>
              <w:t xml:space="preserve">,  skills </w:t>
            </w:r>
            <w:r w:rsidRPr="00423907">
              <w:rPr>
                <w:sz w:val="16"/>
              </w:rPr>
              <w:t xml:space="preserve"> </w:t>
            </w:r>
            <w:r w:rsidRPr="00BD71F4">
              <w:rPr>
                <w:i/>
                <w:sz w:val="16"/>
              </w:rPr>
              <w:t>(reference in grid)</w:t>
            </w:r>
          </w:p>
          <w:p w:rsidR="00AE490F" w:rsidRPr="00423907" w:rsidRDefault="00AE490F">
            <w:pPr>
              <w:rPr>
                <w:sz w:val="16"/>
              </w:rPr>
            </w:pPr>
          </w:p>
        </w:tc>
        <w:tc>
          <w:tcPr>
            <w:tcW w:w="5310" w:type="dxa"/>
          </w:tcPr>
          <w:p w:rsidR="00AE490F" w:rsidRPr="00423907" w:rsidRDefault="00AE490F">
            <w:pPr>
              <w:rPr>
                <w:b/>
                <w:sz w:val="16"/>
              </w:rPr>
            </w:pPr>
          </w:p>
          <w:p w:rsidR="00AE490F" w:rsidRPr="00423907" w:rsidRDefault="00B57F97">
            <w:pPr>
              <w:pStyle w:val="Heading1"/>
              <w:rPr>
                <w:sz w:val="16"/>
              </w:rPr>
            </w:pPr>
            <w:r w:rsidRPr="00423907">
              <w:rPr>
                <w:sz w:val="16"/>
              </w:rPr>
              <w:t xml:space="preserve">Independent Living - </w:t>
            </w:r>
            <w:r w:rsidR="00AE490F" w:rsidRPr="00423907">
              <w:rPr>
                <w:sz w:val="16"/>
              </w:rPr>
              <w:t>Residential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_____ Home responsibilities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_____ Participate in apartment program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_____ Summer camps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_____ Open case with MH/MR Base Service Unit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_____ Supports Coordination 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_____ Community Living Arrangements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_____ Respite care</w:t>
            </w:r>
            <w:bookmarkStart w:id="0" w:name="_GoBack"/>
            <w:bookmarkEnd w:id="0"/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_____ Companionship / social groups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_____ Community-based instruction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_____ Shopping/money skills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_____ Pedestrian safety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_____ Social skills/communication</w:t>
            </w:r>
          </w:p>
          <w:p w:rsidR="00CD0798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_____ Section 8 housing</w:t>
            </w:r>
          </w:p>
          <w:p w:rsidR="00BD71F4" w:rsidRDefault="00BD71F4" w:rsidP="00BD71F4">
            <w:pPr>
              <w:rPr>
                <w:sz w:val="16"/>
              </w:rPr>
            </w:pPr>
            <w:r>
              <w:rPr>
                <w:sz w:val="16"/>
              </w:rPr>
              <w:t>_____ Measurable Annual Goals (</w:t>
            </w:r>
            <w:r>
              <w:rPr>
                <w:i/>
                <w:sz w:val="16"/>
              </w:rPr>
              <w:t>S</w:t>
            </w:r>
            <w:r w:rsidRPr="00BD71F4">
              <w:rPr>
                <w:i/>
                <w:sz w:val="16"/>
              </w:rPr>
              <w:t>ervices</w:t>
            </w:r>
            <w:r>
              <w:rPr>
                <w:sz w:val="16"/>
              </w:rPr>
              <w:t>) to address skill d</w:t>
            </w:r>
            <w:r w:rsidRPr="00423907">
              <w:rPr>
                <w:sz w:val="16"/>
              </w:rPr>
              <w:t>eficit</w:t>
            </w:r>
            <w:r>
              <w:rPr>
                <w:sz w:val="16"/>
              </w:rPr>
              <w:t xml:space="preserve">s, e.g., behavioral, organizational, communication, </w:t>
            </w:r>
            <w:proofErr w:type="spellStart"/>
            <w:r>
              <w:rPr>
                <w:sz w:val="16"/>
              </w:rPr>
              <w:t>self advocacy</w:t>
            </w:r>
            <w:proofErr w:type="spellEnd"/>
            <w:r>
              <w:rPr>
                <w:sz w:val="16"/>
              </w:rPr>
              <w:t xml:space="preserve">, self-help skills </w:t>
            </w:r>
            <w:r w:rsidRPr="00423907">
              <w:rPr>
                <w:sz w:val="16"/>
              </w:rPr>
              <w:t xml:space="preserve"> </w:t>
            </w:r>
            <w:r w:rsidRPr="00BD71F4">
              <w:rPr>
                <w:i/>
                <w:sz w:val="16"/>
              </w:rPr>
              <w:t>(reference in grid)</w:t>
            </w:r>
          </w:p>
          <w:p w:rsidR="00AE490F" w:rsidRPr="00423907" w:rsidRDefault="00423907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</w:t>
            </w:r>
          </w:p>
        </w:tc>
      </w:tr>
      <w:tr w:rsidR="00AE490F" w:rsidTr="002B6C78">
        <w:tblPrEx>
          <w:tblCellMar>
            <w:top w:w="0" w:type="dxa"/>
            <w:bottom w:w="0" w:type="dxa"/>
          </w:tblCellMar>
        </w:tblPrEx>
        <w:trPr>
          <w:cantSplit/>
          <w:trHeight w:val="3211"/>
        </w:trPr>
        <w:tc>
          <w:tcPr>
            <w:tcW w:w="5148" w:type="dxa"/>
            <w:vMerge w:val="restart"/>
          </w:tcPr>
          <w:p w:rsidR="00AE490F" w:rsidRPr="00423907" w:rsidRDefault="00AE490F">
            <w:pPr>
              <w:rPr>
                <w:b/>
                <w:sz w:val="16"/>
                <w:u w:val="single"/>
              </w:rPr>
            </w:pPr>
          </w:p>
          <w:p w:rsidR="00AE490F" w:rsidRPr="00423907" w:rsidRDefault="00AE490F">
            <w:pPr>
              <w:rPr>
                <w:b/>
                <w:sz w:val="16"/>
                <w:u w:val="single"/>
              </w:rPr>
            </w:pPr>
            <w:r w:rsidRPr="00423907">
              <w:rPr>
                <w:b/>
                <w:sz w:val="16"/>
                <w:u w:val="single"/>
              </w:rPr>
              <w:t>Employment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Specific career interest __________________________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_____ Career exploration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 _____ Choices software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 _____ Guest speakers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 _____ Graduation project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_____ In-school work experience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_____ Community service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_____ Job shadowing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_____ Job tryouts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_____ Work experience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_____ </w:t>
            </w:r>
            <w:r w:rsidR="00D50867" w:rsidRPr="00423907">
              <w:rPr>
                <w:sz w:val="16"/>
              </w:rPr>
              <w:t>Career and Technical Center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_____ Tour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_____ Shadow vocational programs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_____ Co-op job placement (</w:t>
            </w:r>
            <w:r w:rsidR="00CF2B95" w:rsidRPr="00423907">
              <w:rPr>
                <w:sz w:val="16"/>
              </w:rPr>
              <w:t>career/tech center</w:t>
            </w:r>
            <w:r w:rsidRPr="00423907">
              <w:rPr>
                <w:sz w:val="16"/>
              </w:rPr>
              <w:t>)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_____ Community-based instruction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_____ Pre-employment skills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_____ Travel training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_____ Social skills</w:t>
            </w:r>
          </w:p>
          <w:p w:rsidR="00AE490F" w:rsidRPr="00423907" w:rsidRDefault="005B494D">
            <w:pPr>
              <w:rPr>
                <w:sz w:val="16"/>
              </w:rPr>
            </w:pPr>
            <w:r w:rsidRPr="00423907">
              <w:rPr>
                <w:sz w:val="16"/>
              </w:rPr>
              <w:t>_____ CareerLink</w:t>
            </w:r>
          </w:p>
          <w:p w:rsidR="00AE490F" w:rsidRPr="00423907" w:rsidRDefault="005B494D">
            <w:pPr>
              <w:rPr>
                <w:sz w:val="16"/>
              </w:rPr>
            </w:pPr>
            <w:r w:rsidRPr="00423907">
              <w:rPr>
                <w:sz w:val="16"/>
              </w:rPr>
              <w:t>_____ Career TRACK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_____ DPW Employment Program referral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_____ OVR referral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_____ Determination of eligibility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_____ Employment services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_____ Job training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_____ MH/MR referral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_____ Sheltered employment</w:t>
            </w:r>
          </w:p>
          <w:p w:rsidR="00CD0798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_____ Adult Training Facility program</w:t>
            </w:r>
          </w:p>
          <w:p w:rsidR="00BD71F4" w:rsidRPr="00423907" w:rsidRDefault="00BD71F4">
            <w:pPr>
              <w:rPr>
                <w:sz w:val="16"/>
              </w:rPr>
            </w:pPr>
          </w:p>
          <w:p w:rsidR="00DA5DE4" w:rsidRPr="00BD71F4" w:rsidRDefault="00BD71F4" w:rsidP="00DA5DE4">
            <w:pPr>
              <w:rPr>
                <w:i/>
                <w:sz w:val="16"/>
              </w:rPr>
            </w:pPr>
            <w:r>
              <w:rPr>
                <w:sz w:val="16"/>
              </w:rPr>
              <w:t>_____ Measurable Annual Goals (</w:t>
            </w:r>
            <w:r>
              <w:rPr>
                <w:i/>
                <w:sz w:val="16"/>
              </w:rPr>
              <w:t>S</w:t>
            </w:r>
            <w:r w:rsidRPr="00BD71F4">
              <w:rPr>
                <w:i/>
                <w:sz w:val="16"/>
              </w:rPr>
              <w:t>ervices</w:t>
            </w:r>
            <w:r>
              <w:rPr>
                <w:sz w:val="16"/>
              </w:rPr>
              <w:t>) to address skill d</w:t>
            </w:r>
            <w:r w:rsidR="00DA5DE4" w:rsidRPr="00423907">
              <w:rPr>
                <w:sz w:val="16"/>
              </w:rPr>
              <w:t>eficit</w:t>
            </w:r>
            <w:r>
              <w:rPr>
                <w:sz w:val="16"/>
              </w:rPr>
              <w:t xml:space="preserve">s, e.g., academic, behavioral, organizational, communication, </w:t>
            </w:r>
            <w:proofErr w:type="spellStart"/>
            <w:r>
              <w:rPr>
                <w:sz w:val="16"/>
              </w:rPr>
              <w:t>self advocacy</w:t>
            </w:r>
            <w:proofErr w:type="spellEnd"/>
            <w:r>
              <w:rPr>
                <w:sz w:val="16"/>
              </w:rPr>
              <w:t xml:space="preserve">,  skills </w:t>
            </w:r>
            <w:r w:rsidR="00DA5DE4" w:rsidRPr="00423907">
              <w:rPr>
                <w:sz w:val="16"/>
              </w:rPr>
              <w:t xml:space="preserve"> </w:t>
            </w:r>
            <w:r w:rsidR="00DA5DE4" w:rsidRPr="00BD71F4">
              <w:rPr>
                <w:i/>
                <w:sz w:val="16"/>
              </w:rPr>
              <w:t>(</w:t>
            </w:r>
            <w:r w:rsidRPr="00BD71F4">
              <w:rPr>
                <w:i/>
                <w:sz w:val="16"/>
              </w:rPr>
              <w:t>reference in grid</w:t>
            </w:r>
            <w:r w:rsidR="00DA5DE4" w:rsidRPr="00BD71F4">
              <w:rPr>
                <w:i/>
                <w:sz w:val="16"/>
              </w:rPr>
              <w:t>)</w:t>
            </w:r>
          </w:p>
          <w:p w:rsidR="00423907" w:rsidRPr="00423907" w:rsidRDefault="00423907">
            <w:pPr>
              <w:rPr>
                <w:sz w:val="16"/>
              </w:rPr>
            </w:pPr>
          </w:p>
        </w:tc>
        <w:tc>
          <w:tcPr>
            <w:tcW w:w="5310" w:type="dxa"/>
          </w:tcPr>
          <w:p w:rsidR="00AE490F" w:rsidRPr="00423907" w:rsidRDefault="00AE490F">
            <w:pPr>
              <w:rPr>
                <w:sz w:val="16"/>
              </w:rPr>
            </w:pPr>
          </w:p>
          <w:p w:rsidR="00AE490F" w:rsidRPr="00423907" w:rsidRDefault="00B57F97">
            <w:pPr>
              <w:pStyle w:val="Heading1"/>
              <w:rPr>
                <w:sz w:val="16"/>
              </w:rPr>
            </w:pPr>
            <w:r w:rsidRPr="00423907">
              <w:rPr>
                <w:sz w:val="16"/>
              </w:rPr>
              <w:t xml:space="preserve">Independent Living - </w:t>
            </w:r>
            <w:r w:rsidR="00AE490F" w:rsidRPr="00423907">
              <w:rPr>
                <w:sz w:val="16"/>
              </w:rPr>
              <w:t>Recreation / Leisure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Current hobbies ________________________________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_____________________________________________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Current clubs __________________________________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_____________________________________________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Current social activities __________________________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_____________________________________________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_____ Community-based instruction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___</w:t>
            </w:r>
            <w:r w:rsidR="005B494D" w:rsidRPr="00423907">
              <w:rPr>
                <w:sz w:val="16"/>
              </w:rPr>
              <w:t xml:space="preserve">__ Recreation facilities (YMCA, </w:t>
            </w:r>
            <w:r w:rsidRPr="00423907">
              <w:rPr>
                <w:sz w:val="16"/>
              </w:rPr>
              <w:t>etc.)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_____ Social skills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_____ Sports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_____ Local clubs, teen centers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_____ Service organizations (</w:t>
            </w:r>
            <w:proofErr w:type="spellStart"/>
            <w:r w:rsidRPr="00423907">
              <w:rPr>
                <w:sz w:val="16"/>
              </w:rPr>
              <w:t>AkTion</w:t>
            </w:r>
            <w:proofErr w:type="spellEnd"/>
            <w:r w:rsidRPr="00423907">
              <w:rPr>
                <w:sz w:val="16"/>
              </w:rPr>
              <w:t xml:space="preserve"> Club, </w:t>
            </w:r>
            <w:proofErr w:type="spellStart"/>
            <w:r w:rsidRPr="00423907">
              <w:rPr>
                <w:sz w:val="16"/>
              </w:rPr>
              <w:t>Kiwanis,etc</w:t>
            </w:r>
            <w:proofErr w:type="spellEnd"/>
            <w:r w:rsidRPr="00423907">
              <w:rPr>
                <w:sz w:val="16"/>
              </w:rPr>
              <w:t>)</w:t>
            </w:r>
          </w:p>
          <w:p w:rsidR="00AE490F" w:rsidRPr="00423907" w:rsidRDefault="00AE490F">
            <w:pPr>
              <w:rPr>
                <w:sz w:val="16"/>
              </w:rPr>
            </w:pPr>
            <w:r w:rsidRPr="00423907">
              <w:rPr>
                <w:sz w:val="16"/>
              </w:rPr>
              <w:t>_____ Church groups</w:t>
            </w:r>
          </w:p>
          <w:p w:rsidR="00BD71F4" w:rsidRPr="00BD71F4" w:rsidRDefault="00BD71F4" w:rsidP="00BD71F4">
            <w:pPr>
              <w:rPr>
                <w:i/>
                <w:sz w:val="16"/>
              </w:rPr>
            </w:pPr>
            <w:r>
              <w:rPr>
                <w:sz w:val="16"/>
              </w:rPr>
              <w:t>_____ Measurable Annual Goals (</w:t>
            </w:r>
            <w:r>
              <w:rPr>
                <w:i/>
                <w:sz w:val="16"/>
              </w:rPr>
              <w:t>S</w:t>
            </w:r>
            <w:r w:rsidRPr="00BD71F4">
              <w:rPr>
                <w:i/>
                <w:sz w:val="16"/>
              </w:rPr>
              <w:t>ervices</w:t>
            </w:r>
            <w:r>
              <w:rPr>
                <w:sz w:val="16"/>
              </w:rPr>
              <w:t>) to address skill d</w:t>
            </w:r>
            <w:r w:rsidRPr="00423907">
              <w:rPr>
                <w:sz w:val="16"/>
              </w:rPr>
              <w:t>eficit</w:t>
            </w:r>
            <w:r>
              <w:rPr>
                <w:sz w:val="16"/>
              </w:rPr>
              <w:t>s</w:t>
            </w:r>
            <w:r>
              <w:rPr>
                <w:sz w:val="16"/>
              </w:rPr>
              <w:t>, e.g.</w:t>
            </w:r>
            <w:r>
              <w:rPr>
                <w:sz w:val="16"/>
              </w:rPr>
              <w:t xml:space="preserve">, behavioral, organizational, communication, </w:t>
            </w:r>
            <w:proofErr w:type="spellStart"/>
            <w:r>
              <w:rPr>
                <w:sz w:val="16"/>
              </w:rPr>
              <w:t>self advocacy</w:t>
            </w:r>
            <w:proofErr w:type="spellEnd"/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self-help</w:t>
            </w:r>
            <w:r>
              <w:rPr>
                <w:sz w:val="16"/>
              </w:rPr>
              <w:t xml:space="preserve"> skills </w:t>
            </w:r>
            <w:r w:rsidRPr="00423907">
              <w:rPr>
                <w:sz w:val="16"/>
              </w:rPr>
              <w:t xml:space="preserve"> </w:t>
            </w:r>
            <w:r w:rsidRPr="00BD71F4">
              <w:rPr>
                <w:i/>
                <w:sz w:val="16"/>
              </w:rPr>
              <w:t>(reference in grid)</w:t>
            </w:r>
          </w:p>
          <w:p w:rsidR="00DA5DE4" w:rsidRPr="00423907" w:rsidRDefault="00DA5DE4">
            <w:pPr>
              <w:rPr>
                <w:sz w:val="16"/>
              </w:rPr>
            </w:pPr>
          </w:p>
        </w:tc>
      </w:tr>
      <w:tr w:rsidR="00AE490F" w:rsidTr="002B6C78">
        <w:tblPrEx>
          <w:tblCellMar>
            <w:top w:w="0" w:type="dxa"/>
            <w:bottom w:w="0" w:type="dxa"/>
          </w:tblCellMar>
        </w:tblPrEx>
        <w:trPr>
          <w:cantSplit/>
          <w:trHeight w:val="3210"/>
        </w:trPr>
        <w:tc>
          <w:tcPr>
            <w:tcW w:w="5148" w:type="dxa"/>
            <w:vMerge/>
          </w:tcPr>
          <w:p w:rsidR="00AE490F" w:rsidRPr="00423907" w:rsidRDefault="00AE490F">
            <w:pPr>
              <w:rPr>
                <w:b/>
                <w:sz w:val="16"/>
                <w:u w:val="single"/>
              </w:rPr>
            </w:pPr>
          </w:p>
        </w:tc>
        <w:tc>
          <w:tcPr>
            <w:tcW w:w="5310" w:type="dxa"/>
          </w:tcPr>
          <w:p w:rsidR="00AE490F" w:rsidRPr="00423907" w:rsidRDefault="00AE490F">
            <w:pPr>
              <w:rPr>
                <w:sz w:val="16"/>
              </w:rPr>
            </w:pPr>
          </w:p>
          <w:p w:rsidR="00B57F97" w:rsidRPr="00423907" w:rsidRDefault="00B57F97" w:rsidP="00B57F97">
            <w:pPr>
              <w:rPr>
                <w:b/>
                <w:sz w:val="16"/>
                <w:u w:val="single"/>
              </w:rPr>
            </w:pPr>
            <w:r w:rsidRPr="00423907">
              <w:rPr>
                <w:b/>
                <w:sz w:val="16"/>
                <w:u w:val="single"/>
              </w:rPr>
              <w:t>Independent Living - Participation</w:t>
            </w:r>
          </w:p>
          <w:p w:rsidR="00B57F97" w:rsidRPr="00423907" w:rsidRDefault="00B57F97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>_____ Transportation</w:t>
            </w:r>
          </w:p>
          <w:p w:rsidR="00B57F97" w:rsidRPr="00423907" w:rsidRDefault="00B57F97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_____ Driver’s license  _____ Photo ID</w:t>
            </w:r>
          </w:p>
          <w:p w:rsidR="00B57F97" w:rsidRPr="00423907" w:rsidRDefault="00B57F97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_____ Public transportation</w:t>
            </w:r>
          </w:p>
          <w:p w:rsidR="00B57F97" w:rsidRPr="00423907" w:rsidRDefault="00B57F97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_____ Family transportation</w:t>
            </w:r>
          </w:p>
          <w:p w:rsidR="00B57F97" w:rsidRPr="00423907" w:rsidRDefault="00B57F97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_____ Special transportation</w:t>
            </w:r>
          </w:p>
          <w:p w:rsidR="00B57F97" w:rsidRPr="00423907" w:rsidRDefault="00B57F97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_____ Car pool</w:t>
            </w:r>
          </w:p>
          <w:p w:rsidR="00B57F97" w:rsidRPr="00423907" w:rsidRDefault="00B57F97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>_____ Voter registration</w:t>
            </w:r>
          </w:p>
          <w:p w:rsidR="00B57F97" w:rsidRPr="00423907" w:rsidRDefault="00B57F97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_____ Selective service </w:t>
            </w:r>
          </w:p>
          <w:p w:rsidR="00B57F97" w:rsidRPr="00423907" w:rsidRDefault="00B57F97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>_____ Jury duty information</w:t>
            </w:r>
          </w:p>
          <w:p w:rsidR="00B57F97" w:rsidRPr="00423907" w:rsidRDefault="00B57F97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>_____ Court system / obeying the laws</w:t>
            </w:r>
          </w:p>
          <w:p w:rsidR="00B57F97" w:rsidRPr="00423907" w:rsidRDefault="00B57F97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>_____ Community-based instruction</w:t>
            </w:r>
          </w:p>
          <w:p w:rsidR="00B57F97" w:rsidRPr="00423907" w:rsidRDefault="00B57F97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_____ Travel training</w:t>
            </w:r>
          </w:p>
          <w:p w:rsidR="00B57F97" w:rsidRPr="00423907" w:rsidRDefault="00B57F97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_____ Social skills</w:t>
            </w:r>
          </w:p>
          <w:p w:rsidR="00BD71F4" w:rsidRDefault="00BD71F4" w:rsidP="00BD71F4">
            <w:pPr>
              <w:rPr>
                <w:sz w:val="16"/>
              </w:rPr>
            </w:pPr>
            <w:r>
              <w:rPr>
                <w:sz w:val="16"/>
              </w:rPr>
              <w:t>_____ Measurable Annual Goals (</w:t>
            </w:r>
            <w:r>
              <w:rPr>
                <w:i/>
                <w:sz w:val="16"/>
              </w:rPr>
              <w:t>S</w:t>
            </w:r>
            <w:r w:rsidRPr="00BD71F4">
              <w:rPr>
                <w:i/>
                <w:sz w:val="16"/>
              </w:rPr>
              <w:t>ervices</w:t>
            </w:r>
            <w:r>
              <w:rPr>
                <w:sz w:val="16"/>
              </w:rPr>
              <w:t>) to address skill d</w:t>
            </w:r>
            <w:r w:rsidRPr="00423907">
              <w:rPr>
                <w:sz w:val="16"/>
              </w:rPr>
              <w:t>eficit</w:t>
            </w:r>
            <w:r>
              <w:rPr>
                <w:sz w:val="16"/>
              </w:rPr>
              <w:t xml:space="preserve">s, e.g., behavioral, organizational, communication, </w:t>
            </w:r>
            <w:proofErr w:type="spellStart"/>
            <w:r>
              <w:rPr>
                <w:sz w:val="16"/>
              </w:rPr>
              <w:t>self advocacy</w:t>
            </w:r>
            <w:proofErr w:type="spellEnd"/>
            <w:r>
              <w:rPr>
                <w:sz w:val="16"/>
              </w:rPr>
              <w:t xml:space="preserve">, self-help skills </w:t>
            </w:r>
            <w:r w:rsidRPr="00423907">
              <w:rPr>
                <w:sz w:val="16"/>
              </w:rPr>
              <w:t xml:space="preserve"> </w:t>
            </w:r>
            <w:r w:rsidRPr="00BD71F4">
              <w:rPr>
                <w:sz w:val="16"/>
                <w:u w:val="single"/>
              </w:rPr>
              <w:t>(reference in grid)</w:t>
            </w:r>
          </w:p>
          <w:p w:rsidR="00AE490F" w:rsidRPr="00423907" w:rsidRDefault="00AE490F" w:rsidP="00B57F97">
            <w:pPr>
              <w:rPr>
                <w:sz w:val="16"/>
              </w:rPr>
            </w:pPr>
          </w:p>
        </w:tc>
      </w:tr>
      <w:tr w:rsidR="00AE490F" w:rsidTr="002B6C78">
        <w:tblPrEx>
          <w:tblCellMar>
            <w:top w:w="0" w:type="dxa"/>
            <w:bottom w:w="0" w:type="dxa"/>
          </w:tblCellMar>
        </w:tblPrEx>
        <w:tc>
          <w:tcPr>
            <w:tcW w:w="5148" w:type="dxa"/>
          </w:tcPr>
          <w:p w:rsidR="00084A8D" w:rsidRPr="00423907" w:rsidRDefault="00084A8D">
            <w:pPr>
              <w:rPr>
                <w:b/>
                <w:sz w:val="16"/>
                <w:u w:val="single"/>
              </w:rPr>
            </w:pPr>
          </w:p>
          <w:p w:rsidR="00B57F97" w:rsidRPr="00423907" w:rsidRDefault="00B57F97" w:rsidP="00B57F97">
            <w:pPr>
              <w:pStyle w:val="Heading1"/>
              <w:rPr>
                <w:sz w:val="16"/>
              </w:rPr>
            </w:pPr>
            <w:r w:rsidRPr="00423907">
              <w:rPr>
                <w:sz w:val="16"/>
              </w:rPr>
              <w:t>Agencies</w:t>
            </w:r>
          </w:p>
          <w:p w:rsidR="00B57F97" w:rsidRPr="00423907" w:rsidRDefault="00B57F97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>_____ Office of Vocational Rehabilitation</w:t>
            </w:r>
          </w:p>
          <w:p w:rsidR="00B57F97" w:rsidRPr="00423907" w:rsidRDefault="00B57F97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_____ </w:t>
            </w:r>
            <w:r w:rsidR="00BD71F4">
              <w:rPr>
                <w:sz w:val="16"/>
              </w:rPr>
              <w:t xml:space="preserve">County </w:t>
            </w:r>
            <w:r w:rsidRPr="00423907">
              <w:rPr>
                <w:sz w:val="16"/>
              </w:rPr>
              <w:t xml:space="preserve">Mental Health </w:t>
            </w:r>
          </w:p>
          <w:p w:rsidR="00B57F97" w:rsidRPr="00423907" w:rsidRDefault="00B57F97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_____ </w:t>
            </w:r>
            <w:r w:rsidR="00BD71F4">
              <w:rPr>
                <w:sz w:val="16"/>
              </w:rPr>
              <w:t>County Developmental Disabilities/Intellectual Disabilities</w:t>
            </w:r>
          </w:p>
          <w:p w:rsidR="00B57F97" w:rsidRPr="00423907" w:rsidRDefault="00B57F97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>_____ Blind and Visual Services</w:t>
            </w:r>
          </w:p>
          <w:p w:rsidR="00B57F97" w:rsidRPr="00423907" w:rsidRDefault="00B57F97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>_____ Department of Public Welfare</w:t>
            </w:r>
          </w:p>
          <w:p w:rsidR="00B57F97" w:rsidRPr="00423907" w:rsidRDefault="00B57F97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>_____ Children and Youth Services</w:t>
            </w:r>
          </w:p>
          <w:p w:rsidR="00B57F97" w:rsidRPr="00423907" w:rsidRDefault="00B57F97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>_____ Juvenile Justice System</w:t>
            </w:r>
          </w:p>
          <w:p w:rsidR="00B57F97" w:rsidRPr="00423907" w:rsidRDefault="00B57F97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>_____ Social Security Administration</w:t>
            </w:r>
          </w:p>
          <w:p w:rsidR="00B57F97" w:rsidRPr="00423907" w:rsidRDefault="005B494D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_____ </w:t>
            </w:r>
            <w:r w:rsidR="00D50867" w:rsidRPr="00423907">
              <w:rPr>
                <w:sz w:val="16"/>
              </w:rPr>
              <w:t>CareerLink</w:t>
            </w:r>
          </w:p>
          <w:p w:rsidR="005B494D" w:rsidRPr="00423907" w:rsidRDefault="005B494D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>_____ The Arc</w:t>
            </w:r>
          </w:p>
          <w:p w:rsidR="005B494D" w:rsidRPr="00423907" w:rsidRDefault="005B494D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>_____ Centers for Independent Living</w:t>
            </w:r>
          </w:p>
          <w:p w:rsidR="005B494D" w:rsidRPr="00423907" w:rsidRDefault="005B494D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_____ </w:t>
            </w:r>
            <w:proofErr w:type="spellStart"/>
            <w:r w:rsidRPr="00423907">
              <w:rPr>
                <w:sz w:val="16"/>
              </w:rPr>
              <w:t>AccessAbilities</w:t>
            </w:r>
            <w:proofErr w:type="spellEnd"/>
            <w:r w:rsidRPr="00423907">
              <w:rPr>
                <w:sz w:val="16"/>
              </w:rPr>
              <w:t>, Inc.</w:t>
            </w:r>
          </w:p>
          <w:p w:rsidR="00AE490F" w:rsidRPr="00423907" w:rsidRDefault="00AE490F" w:rsidP="00B57F97">
            <w:pPr>
              <w:rPr>
                <w:sz w:val="16"/>
              </w:rPr>
            </w:pPr>
          </w:p>
        </w:tc>
        <w:tc>
          <w:tcPr>
            <w:tcW w:w="5310" w:type="dxa"/>
          </w:tcPr>
          <w:p w:rsidR="00AE490F" w:rsidRPr="00423907" w:rsidRDefault="00AE490F">
            <w:pPr>
              <w:pStyle w:val="Heading1"/>
              <w:rPr>
                <w:sz w:val="16"/>
              </w:rPr>
            </w:pPr>
          </w:p>
          <w:p w:rsidR="00B57F97" w:rsidRPr="00423907" w:rsidRDefault="00B57F97" w:rsidP="00B57F97">
            <w:pPr>
              <w:pStyle w:val="Heading1"/>
              <w:rPr>
                <w:sz w:val="16"/>
              </w:rPr>
            </w:pPr>
            <w:r w:rsidRPr="00423907">
              <w:rPr>
                <w:sz w:val="16"/>
              </w:rPr>
              <w:t>Miscellaneous issues</w:t>
            </w:r>
          </w:p>
          <w:p w:rsidR="00B57F97" w:rsidRPr="00423907" w:rsidRDefault="00B57F97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>_____ Family planning</w:t>
            </w:r>
          </w:p>
          <w:p w:rsidR="00B57F97" w:rsidRPr="00423907" w:rsidRDefault="00B57F97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>_____ Parent counseling/training (workshops, etc)</w:t>
            </w:r>
          </w:p>
          <w:p w:rsidR="00B57F97" w:rsidRPr="00423907" w:rsidRDefault="00B57F97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>_____ Parent support / advocacy groups</w:t>
            </w:r>
          </w:p>
          <w:p w:rsidR="00B57F97" w:rsidRPr="00423907" w:rsidRDefault="00B57F97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>_____ Trusts / wills / guardianship</w:t>
            </w:r>
          </w:p>
          <w:p w:rsidR="00B57F97" w:rsidRPr="00423907" w:rsidRDefault="00B57F97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_____ SSI </w:t>
            </w:r>
          </w:p>
          <w:p w:rsidR="00B57F97" w:rsidRPr="00423907" w:rsidRDefault="00B57F97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>_____ Medical / Health insurance</w:t>
            </w:r>
          </w:p>
          <w:p w:rsidR="00B57F97" w:rsidRPr="00423907" w:rsidRDefault="00B57F97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_____ Medical assistance</w:t>
            </w:r>
          </w:p>
          <w:p w:rsidR="00B57F97" w:rsidRPr="00423907" w:rsidRDefault="00B57F97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           _____ Private insurance</w:t>
            </w:r>
          </w:p>
          <w:p w:rsidR="00B57F97" w:rsidRPr="00423907" w:rsidRDefault="00B57F97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>_____ Assistive technology</w:t>
            </w:r>
          </w:p>
          <w:p w:rsidR="00B57F97" w:rsidRPr="00423907" w:rsidRDefault="00B57F97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>_____ School attendance</w:t>
            </w:r>
          </w:p>
          <w:p w:rsidR="00B57F97" w:rsidRPr="00423907" w:rsidRDefault="00B57F97" w:rsidP="00B57F97">
            <w:pPr>
              <w:rPr>
                <w:sz w:val="16"/>
              </w:rPr>
            </w:pPr>
            <w:r w:rsidRPr="00423907">
              <w:rPr>
                <w:sz w:val="16"/>
              </w:rPr>
              <w:t xml:space="preserve">_____ Show transition agency video </w:t>
            </w:r>
          </w:p>
          <w:p w:rsidR="00AE490F" w:rsidRPr="00423907" w:rsidRDefault="00B57F97" w:rsidP="00B57F97">
            <w:pPr>
              <w:pStyle w:val="Heading1"/>
              <w:rPr>
                <w:b w:val="0"/>
                <w:sz w:val="16"/>
                <w:u w:val="none"/>
              </w:rPr>
            </w:pPr>
            <w:r w:rsidRPr="00423907">
              <w:rPr>
                <w:b w:val="0"/>
                <w:sz w:val="16"/>
                <w:u w:val="none"/>
              </w:rPr>
              <w:t>_____ Give Transition handbook / agency brochures</w:t>
            </w:r>
          </w:p>
          <w:p w:rsidR="00CD0798" w:rsidRDefault="00084A8D">
            <w:pPr>
              <w:rPr>
                <w:sz w:val="16"/>
                <w:szCs w:val="18"/>
              </w:rPr>
            </w:pPr>
            <w:r w:rsidRPr="00423907">
              <w:rPr>
                <w:sz w:val="16"/>
                <w:szCs w:val="18"/>
              </w:rPr>
              <w:t xml:space="preserve">_____ </w:t>
            </w:r>
            <w:r w:rsidR="00BD71F4">
              <w:rPr>
                <w:sz w:val="16"/>
                <w:szCs w:val="18"/>
              </w:rPr>
              <w:t>Secondary Transition Healthcare C</w:t>
            </w:r>
            <w:r w:rsidRPr="00423907">
              <w:rPr>
                <w:sz w:val="16"/>
                <w:szCs w:val="18"/>
              </w:rPr>
              <w:t>hecklist</w:t>
            </w:r>
            <w:r w:rsidR="00CD0798">
              <w:rPr>
                <w:sz w:val="16"/>
                <w:szCs w:val="18"/>
              </w:rPr>
              <w:t xml:space="preserve"> </w:t>
            </w:r>
          </w:p>
          <w:p w:rsidR="00CD0798" w:rsidRPr="00423907" w:rsidRDefault="002B6C78" w:rsidP="002B6C78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_____ PYLN Toolkit</w:t>
            </w:r>
          </w:p>
        </w:tc>
      </w:tr>
    </w:tbl>
    <w:p w:rsidR="00DB0255" w:rsidRPr="00BD71F4" w:rsidRDefault="00BD71F4" w:rsidP="00BD71F4">
      <w:pPr>
        <w:ind w:left="1800"/>
        <w:jc w:val="right"/>
        <w:rPr>
          <w:i/>
          <w:sz w:val="14"/>
        </w:rPr>
      </w:pPr>
      <w:r>
        <w:rPr>
          <w:i/>
          <w:sz w:val="14"/>
        </w:rPr>
        <w:t>Aug. 2011</w:t>
      </w:r>
    </w:p>
    <w:sectPr w:rsidR="00DB0255" w:rsidRPr="00BD71F4" w:rsidSect="004B2C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008" w:right="1008" w:bottom="720" w:left="1224" w:header="720" w:footer="28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259" w:rsidRDefault="00BE1259">
      <w:r>
        <w:separator/>
      </w:r>
    </w:p>
  </w:endnote>
  <w:endnote w:type="continuationSeparator" w:id="0">
    <w:p w:rsidR="00BE1259" w:rsidRDefault="00BE1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E44" w:rsidRDefault="00A56E4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E44" w:rsidRPr="004B2C1C" w:rsidRDefault="00A56E44" w:rsidP="004B2C1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E44" w:rsidRDefault="00A56E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259" w:rsidRDefault="00BE1259">
      <w:r>
        <w:separator/>
      </w:r>
    </w:p>
  </w:footnote>
  <w:footnote w:type="continuationSeparator" w:id="0">
    <w:p w:rsidR="00BE1259" w:rsidRDefault="00BE12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E44" w:rsidRDefault="00A56E4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E44" w:rsidRDefault="00A56E4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E44" w:rsidRDefault="00A56E4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3A49"/>
    <w:multiLevelType w:val="hybridMultilevel"/>
    <w:tmpl w:val="9F02AA98"/>
    <w:lvl w:ilvl="0" w:tplc="1886305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3A256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BE954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56266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BE9D1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4A458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2299E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16331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AC83B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C07B3B"/>
    <w:multiLevelType w:val="hybridMultilevel"/>
    <w:tmpl w:val="38E6405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B5A8F"/>
    <w:multiLevelType w:val="singleLevel"/>
    <w:tmpl w:val="C6703D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1B692F4B"/>
    <w:multiLevelType w:val="singleLevel"/>
    <w:tmpl w:val="1F4600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1C577C4D"/>
    <w:multiLevelType w:val="hybridMultilevel"/>
    <w:tmpl w:val="E7FE95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54730DF"/>
    <w:multiLevelType w:val="hybridMultilevel"/>
    <w:tmpl w:val="3B9C47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BA329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0EFCE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827A7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1A23C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B46F0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B6519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E4169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52EF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3111806"/>
    <w:multiLevelType w:val="hybridMultilevel"/>
    <w:tmpl w:val="990283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C046B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0E363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52AE2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C4AD8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44A5B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BA44A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0214E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DE21A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320AE3"/>
    <w:multiLevelType w:val="hybridMultilevel"/>
    <w:tmpl w:val="B9EAC1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D3A256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BE954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56266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BE9D1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4A458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2299E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16331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AC83B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C877774"/>
    <w:multiLevelType w:val="hybridMultilevel"/>
    <w:tmpl w:val="77C09A7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FD3627"/>
    <w:multiLevelType w:val="hybridMultilevel"/>
    <w:tmpl w:val="8B06F0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095BB2"/>
    <w:multiLevelType w:val="singleLevel"/>
    <w:tmpl w:val="0540D0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67E877C9"/>
    <w:multiLevelType w:val="hybridMultilevel"/>
    <w:tmpl w:val="6DAE3D88"/>
    <w:lvl w:ilvl="0" w:tplc="D3E0F8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BA329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0EFCE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827A7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1A23C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B46F0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B6519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E4169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52EF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88176F"/>
    <w:multiLevelType w:val="hybridMultilevel"/>
    <w:tmpl w:val="006C961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225CF3"/>
    <w:multiLevelType w:val="singleLevel"/>
    <w:tmpl w:val="4634CF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78D425C9"/>
    <w:multiLevelType w:val="hybridMultilevel"/>
    <w:tmpl w:val="A71EAC20"/>
    <w:lvl w:ilvl="0" w:tplc="B41AFF5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C046B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0E363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52AE2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C4AD8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44A5B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BA44A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0214E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DE21A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CF75F79"/>
    <w:multiLevelType w:val="singleLevel"/>
    <w:tmpl w:val="CB74AA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5"/>
  </w:num>
  <w:num w:numId="2">
    <w:abstractNumId w:val="13"/>
  </w:num>
  <w:num w:numId="3">
    <w:abstractNumId w:val="10"/>
  </w:num>
  <w:num w:numId="4">
    <w:abstractNumId w:val="3"/>
  </w:num>
  <w:num w:numId="5">
    <w:abstractNumId w:val="2"/>
  </w:num>
  <w:num w:numId="6">
    <w:abstractNumId w:val="11"/>
  </w:num>
  <w:num w:numId="7">
    <w:abstractNumId w:val="9"/>
  </w:num>
  <w:num w:numId="8">
    <w:abstractNumId w:val="5"/>
  </w:num>
  <w:num w:numId="9">
    <w:abstractNumId w:val="14"/>
  </w:num>
  <w:num w:numId="10">
    <w:abstractNumId w:val="6"/>
  </w:num>
  <w:num w:numId="11">
    <w:abstractNumId w:val="0"/>
  </w:num>
  <w:num w:numId="12">
    <w:abstractNumId w:val="7"/>
  </w:num>
  <w:num w:numId="13">
    <w:abstractNumId w:val="8"/>
  </w:num>
  <w:num w:numId="14">
    <w:abstractNumId w:val="12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F97"/>
    <w:rsid w:val="00073A54"/>
    <w:rsid w:val="00084A8D"/>
    <w:rsid w:val="000E0A89"/>
    <w:rsid w:val="000F0A4C"/>
    <w:rsid w:val="001D0105"/>
    <w:rsid w:val="00211A23"/>
    <w:rsid w:val="00215F06"/>
    <w:rsid w:val="00230251"/>
    <w:rsid w:val="00233A80"/>
    <w:rsid w:val="002572ED"/>
    <w:rsid w:val="00297DCC"/>
    <w:rsid w:val="002B6C78"/>
    <w:rsid w:val="002E7EAA"/>
    <w:rsid w:val="00315551"/>
    <w:rsid w:val="00330983"/>
    <w:rsid w:val="00423907"/>
    <w:rsid w:val="00470DC3"/>
    <w:rsid w:val="004B2C1C"/>
    <w:rsid w:val="00542107"/>
    <w:rsid w:val="00547F42"/>
    <w:rsid w:val="005905E6"/>
    <w:rsid w:val="005B494D"/>
    <w:rsid w:val="005E1E21"/>
    <w:rsid w:val="00604245"/>
    <w:rsid w:val="00621EE2"/>
    <w:rsid w:val="00637BA5"/>
    <w:rsid w:val="00673DDC"/>
    <w:rsid w:val="006B0DB0"/>
    <w:rsid w:val="006B675B"/>
    <w:rsid w:val="00737267"/>
    <w:rsid w:val="0074683F"/>
    <w:rsid w:val="007D1337"/>
    <w:rsid w:val="007D2AEB"/>
    <w:rsid w:val="007F5D61"/>
    <w:rsid w:val="00876243"/>
    <w:rsid w:val="0089755C"/>
    <w:rsid w:val="008F5695"/>
    <w:rsid w:val="008F5A78"/>
    <w:rsid w:val="0097002C"/>
    <w:rsid w:val="00A15DA9"/>
    <w:rsid w:val="00A56E44"/>
    <w:rsid w:val="00A90A7E"/>
    <w:rsid w:val="00AB1F59"/>
    <w:rsid w:val="00AC0923"/>
    <w:rsid w:val="00AE490F"/>
    <w:rsid w:val="00B44A9C"/>
    <w:rsid w:val="00B479BB"/>
    <w:rsid w:val="00B57F97"/>
    <w:rsid w:val="00BC16DF"/>
    <w:rsid w:val="00BD71F4"/>
    <w:rsid w:val="00BE1259"/>
    <w:rsid w:val="00C01AB8"/>
    <w:rsid w:val="00C81B63"/>
    <w:rsid w:val="00C91CD9"/>
    <w:rsid w:val="00CD0798"/>
    <w:rsid w:val="00CF2B95"/>
    <w:rsid w:val="00D35740"/>
    <w:rsid w:val="00D45E49"/>
    <w:rsid w:val="00D50867"/>
    <w:rsid w:val="00DA5DE4"/>
    <w:rsid w:val="00DB0255"/>
    <w:rsid w:val="00DE5A40"/>
    <w:rsid w:val="00DE77B7"/>
    <w:rsid w:val="00E15B37"/>
    <w:rsid w:val="00E327DB"/>
    <w:rsid w:val="00E9020E"/>
    <w:rsid w:val="00EC63A5"/>
    <w:rsid w:val="00EE3294"/>
    <w:rsid w:val="00F73312"/>
    <w:rsid w:val="00FA2890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907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18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C91CD9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B44A9C"/>
    <w:rPr>
      <w:rFonts w:ascii="Arial" w:hAnsi="Arial"/>
      <w:sz w:val="24"/>
    </w:rPr>
  </w:style>
  <w:style w:type="paragraph" w:styleId="ListParagraph">
    <w:name w:val="List Paragraph"/>
    <w:basedOn w:val="Normal"/>
    <w:uiPriority w:val="34"/>
    <w:qFormat/>
    <w:rsid w:val="00D35740"/>
    <w:pPr>
      <w:ind w:left="720"/>
      <w:contextualSpacing/>
    </w:pPr>
    <w:rPr>
      <w:rFonts w:ascii="Times New Roman" w:hAnsi="Times New Roman"/>
      <w:szCs w:val="24"/>
    </w:rPr>
  </w:style>
  <w:style w:type="character" w:styleId="PageNumber">
    <w:name w:val="page number"/>
    <w:basedOn w:val="DefaultParagraphFont"/>
    <w:semiHidden/>
    <w:unhideWhenUsed/>
    <w:rsid w:val="009700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907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18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C91CD9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B44A9C"/>
    <w:rPr>
      <w:rFonts w:ascii="Arial" w:hAnsi="Arial"/>
      <w:sz w:val="24"/>
    </w:rPr>
  </w:style>
  <w:style w:type="paragraph" w:styleId="ListParagraph">
    <w:name w:val="List Paragraph"/>
    <w:basedOn w:val="Normal"/>
    <w:uiPriority w:val="34"/>
    <w:qFormat/>
    <w:rsid w:val="00D35740"/>
    <w:pPr>
      <w:ind w:left="720"/>
      <w:contextualSpacing/>
    </w:pPr>
    <w:rPr>
      <w:rFonts w:ascii="Times New Roman" w:hAnsi="Times New Roman"/>
      <w:szCs w:val="24"/>
    </w:rPr>
  </w:style>
  <w:style w:type="character" w:styleId="PageNumber">
    <w:name w:val="page number"/>
    <w:basedOn w:val="DefaultParagraphFont"/>
    <w:semiHidden/>
    <w:unhideWhenUsed/>
    <w:rsid w:val="00970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5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541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04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04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62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6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08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17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4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078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51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36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482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27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6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61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45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8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65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BCC33D24.dotm</Template>
  <TotalTime>1</TotalTime>
  <Pages>1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Transition IEP Activities/Services  Worksheet</vt:lpstr>
    </vt:vector>
  </TitlesOfParts>
  <Company>Microsoft</Company>
  <LinksUpToDate>false</LinksUpToDate>
  <CharactersWithSpaces>4853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Transition IEP Activities/Services  Worksheet</dc:title>
  <dc:creator>User</dc:creator>
  <cp:lastModifiedBy>Rosemary Nilles</cp:lastModifiedBy>
  <cp:revision>2</cp:revision>
  <cp:lastPrinted>2008-10-28T22:18:00Z</cp:lastPrinted>
  <dcterms:created xsi:type="dcterms:W3CDTF">2011-08-18T03:06:00Z</dcterms:created>
  <dcterms:modified xsi:type="dcterms:W3CDTF">2011-08-18T03:06:00Z</dcterms:modified>
</cp:coreProperties>
</file>